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6F9863D8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7A4175">
        <w:rPr>
          <w:rFonts w:eastAsia="Times New Roman" w:cs="Times New Roman"/>
          <w:lang w:eastAsia="cs-CZ"/>
        </w:rPr>
        <w:t xml:space="preserve"> č.j. 28543</w:t>
      </w:r>
      <w:r w:rsidR="005415DD">
        <w:rPr>
          <w:rFonts w:eastAsia="Times New Roman" w:cs="Times New Roman"/>
          <w:lang w:eastAsia="cs-CZ"/>
        </w:rPr>
        <w:t>/2021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32EC6F5F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 xml:space="preserve"> „Dynamický nákupní systém na dodávky komodit IT pro resort </w:t>
      </w:r>
      <w:r w:rsidR="005415DD">
        <w:rPr>
          <w:noProof/>
        </w:rPr>
        <w:t xml:space="preserve">MD ČR – 1. kolo“, </w:t>
      </w:r>
      <w:r w:rsidR="007A4175" w:rsidRPr="007A4175">
        <w:rPr>
          <w:noProof/>
        </w:rPr>
        <w:t>č.j. 28543</w:t>
      </w:r>
      <w:r w:rsidR="005415DD" w:rsidRPr="007A4175">
        <w:rPr>
          <w:noProof/>
        </w:rPr>
        <w:t>/2021</w:t>
      </w:r>
      <w:r w:rsidR="00BD2D85" w:rsidRPr="007A417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0BE138" w14:textId="77777777" w:rsidR="00DA6107" w:rsidRDefault="00DA6107" w:rsidP="00962258">
      <w:pPr>
        <w:spacing w:after="0" w:line="240" w:lineRule="auto"/>
      </w:pPr>
      <w:r>
        <w:separator/>
      </w:r>
    </w:p>
  </w:endnote>
  <w:endnote w:type="continuationSeparator" w:id="0">
    <w:p w14:paraId="17052E01" w14:textId="77777777" w:rsidR="00DA6107" w:rsidRDefault="00DA61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3E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22FB0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EE580E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3E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A4713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3AFB5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050C5" w14:textId="77777777" w:rsidR="00DA6107" w:rsidRDefault="00DA6107" w:rsidP="00962258">
      <w:pPr>
        <w:spacing w:after="0" w:line="240" w:lineRule="auto"/>
      </w:pPr>
      <w:r>
        <w:separator/>
      </w:r>
    </w:p>
  </w:footnote>
  <w:footnote w:type="continuationSeparator" w:id="0">
    <w:p w14:paraId="0A8FBC6A" w14:textId="77777777" w:rsidR="00DA6107" w:rsidRDefault="00DA61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14C7C"/>
    <w:rsid w:val="00072C1E"/>
    <w:rsid w:val="000E23A7"/>
    <w:rsid w:val="0010693F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975CC"/>
    <w:rsid w:val="003B0A6C"/>
    <w:rsid w:val="003C1442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8F1"/>
    <w:rsid w:val="004E3A53"/>
    <w:rsid w:val="004F20BC"/>
    <w:rsid w:val="004F4B9B"/>
    <w:rsid w:val="004F69EA"/>
    <w:rsid w:val="0050557E"/>
    <w:rsid w:val="00511AB9"/>
    <w:rsid w:val="00523EA7"/>
    <w:rsid w:val="005415DD"/>
    <w:rsid w:val="00553375"/>
    <w:rsid w:val="00557C28"/>
    <w:rsid w:val="005736B7"/>
    <w:rsid w:val="00575E5A"/>
    <w:rsid w:val="005A1D7F"/>
    <w:rsid w:val="005D6289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0B8"/>
    <w:rsid w:val="007A4175"/>
    <w:rsid w:val="007B570C"/>
    <w:rsid w:val="007C589B"/>
    <w:rsid w:val="007E4A6E"/>
    <w:rsid w:val="007F56A7"/>
    <w:rsid w:val="00807DD0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D07DB"/>
    <w:rsid w:val="009E07F4"/>
    <w:rsid w:val="009E604E"/>
    <w:rsid w:val="009F392E"/>
    <w:rsid w:val="009F64D3"/>
    <w:rsid w:val="00A035EA"/>
    <w:rsid w:val="00A53EA6"/>
    <w:rsid w:val="00A60AFF"/>
    <w:rsid w:val="00A6177B"/>
    <w:rsid w:val="00A66136"/>
    <w:rsid w:val="00AA4CBB"/>
    <w:rsid w:val="00AA65FA"/>
    <w:rsid w:val="00AA7351"/>
    <w:rsid w:val="00AD056F"/>
    <w:rsid w:val="00AD6731"/>
    <w:rsid w:val="00AE26B3"/>
    <w:rsid w:val="00AF4DF0"/>
    <w:rsid w:val="00B15D0D"/>
    <w:rsid w:val="00B24864"/>
    <w:rsid w:val="00B75EE1"/>
    <w:rsid w:val="00B77481"/>
    <w:rsid w:val="00B8518B"/>
    <w:rsid w:val="00BD2D85"/>
    <w:rsid w:val="00BD7E91"/>
    <w:rsid w:val="00C02D0A"/>
    <w:rsid w:val="00C03A6E"/>
    <w:rsid w:val="00C15D7C"/>
    <w:rsid w:val="00C44F6A"/>
    <w:rsid w:val="00C47AE3"/>
    <w:rsid w:val="00C63772"/>
    <w:rsid w:val="00CD1FC4"/>
    <w:rsid w:val="00D21061"/>
    <w:rsid w:val="00D4108E"/>
    <w:rsid w:val="00D4502D"/>
    <w:rsid w:val="00D6163D"/>
    <w:rsid w:val="00D73D46"/>
    <w:rsid w:val="00D831A3"/>
    <w:rsid w:val="00DA6107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C0FF99-68C3-4560-AD42-BD8FB789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13</cp:revision>
  <cp:lastPrinted>2021-05-10T07:37:00Z</cp:lastPrinted>
  <dcterms:created xsi:type="dcterms:W3CDTF">2020-06-11T06:14:00Z</dcterms:created>
  <dcterms:modified xsi:type="dcterms:W3CDTF">2021-05-10T07:37:00Z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